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3EC7E1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7D771F">
        <w:rPr>
          <w:rFonts w:ascii="Corbel" w:hAnsi="Corbel"/>
          <w:b/>
          <w:i/>
          <w:smallCaps/>
          <w:sz w:val="24"/>
          <w:szCs w:val="24"/>
        </w:rPr>
        <w:t>2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7D771F">
        <w:rPr>
          <w:rFonts w:ascii="Corbel" w:hAnsi="Corbel"/>
          <w:b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47446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7D771F">
        <w:rPr>
          <w:rFonts w:ascii="Corbel" w:hAnsi="Corbel"/>
          <w:b/>
          <w:sz w:val="20"/>
          <w:szCs w:val="20"/>
        </w:rPr>
        <w:t>3</w:t>
      </w:r>
      <w:r w:rsidR="00433A5F">
        <w:rPr>
          <w:rFonts w:ascii="Corbel" w:hAnsi="Corbel"/>
          <w:b/>
          <w:sz w:val="20"/>
          <w:szCs w:val="20"/>
        </w:rPr>
        <w:t>/202</w:t>
      </w:r>
      <w:r w:rsidR="007D771F">
        <w:rPr>
          <w:rFonts w:ascii="Corbel" w:hAnsi="Corbel"/>
          <w:b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40301D2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42B78D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herbartowska jako teoretyczna podstawa szkoły tradycyjnej, dydaktyka deweyowska jako podstawa szkoły progresywistycznej.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(microteaching).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781C55D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517F6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E78AA">
              <w:rPr>
                <w:rFonts w:ascii="Corbel" w:hAnsi="Corbel"/>
                <w:sz w:val="24"/>
                <w:szCs w:val="24"/>
              </w:rPr>
              <w:t>:</w:t>
            </w:r>
          </w:p>
          <w:p w14:paraId="142DDE05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6DD29B0E" w:rsidR="00C61DC5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78336BBE" w14:textId="77777777" w:rsidR="00BC08F7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71AFB2" w:rsidR="00C61DC5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27B727B5" w:rsidR="00290D57" w:rsidRPr="009C54AE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8EA8B2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9E7CB51" w14:textId="3EF54385" w:rsidR="009E78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>-</w:t>
            </w:r>
            <w:r w:rsidR="00740499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22C0F1E" w14:textId="7A48FBCB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316FA4BA" w14:textId="36D69017" w:rsidR="00C61DC5" w:rsidRPr="009C54AE" w:rsidRDefault="007404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1236737A" w14:textId="4D0B5E0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9D6387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7809D1" w14:textId="7DF33BA0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19A12146" w14:textId="3271FB9A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348A5AB8" w14:textId="02E05D62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30F43D2" w14:textId="016D0E38" w:rsidR="009E78AA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Hattie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4A73FC28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2015.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Półturzycki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r w:rsidRPr="00740499">
              <w:rPr>
                <w:rFonts w:ascii="Corbel" w:hAnsi="Corbel" w:cstheme="minorHAnsi"/>
              </w:rPr>
              <w:t xml:space="preserve">Brudnik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Spitzer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6F63" w14:textId="77777777" w:rsidR="00EB77B2" w:rsidRDefault="00EB77B2" w:rsidP="00C16ABF">
      <w:pPr>
        <w:spacing w:after="0" w:line="240" w:lineRule="auto"/>
      </w:pPr>
      <w:r>
        <w:separator/>
      </w:r>
    </w:p>
  </w:endnote>
  <w:endnote w:type="continuationSeparator" w:id="0">
    <w:p w14:paraId="540C5D24" w14:textId="77777777" w:rsidR="00EB77B2" w:rsidRDefault="00EB77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E2F8" w14:textId="77777777" w:rsidR="00EB77B2" w:rsidRDefault="00EB77B2" w:rsidP="00C16ABF">
      <w:pPr>
        <w:spacing w:after="0" w:line="240" w:lineRule="auto"/>
      </w:pPr>
      <w:r>
        <w:separator/>
      </w:r>
    </w:p>
  </w:footnote>
  <w:footnote w:type="continuationSeparator" w:id="0">
    <w:p w14:paraId="6053932E" w14:textId="77777777" w:rsidR="00EB77B2" w:rsidRDefault="00EB77B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57214">
    <w:abstractNumId w:val="2"/>
  </w:num>
  <w:num w:numId="2" w16cid:durableId="860362701">
    <w:abstractNumId w:val="3"/>
  </w:num>
  <w:num w:numId="3" w16cid:durableId="1356466258">
    <w:abstractNumId w:val="5"/>
  </w:num>
  <w:num w:numId="4" w16cid:durableId="1583444478">
    <w:abstractNumId w:val="7"/>
  </w:num>
  <w:num w:numId="5" w16cid:durableId="1949896238">
    <w:abstractNumId w:val="6"/>
  </w:num>
  <w:num w:numId="6" w16cid:durableId="1497308027">
    <w:abstractNumId w:val="4"/>
  </w:num>
  <w:num w:numId="7" w16cid:durableId="1994210840">
    <w:abstractNumId w:val="1"/>
  </w:num>
  <w:num w:numId="8" w16cid:durableId="18319437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532F"/>
    <w:rsid w:val="009A78D9"/>
    <w:rsid w:val="009C1331"/>
    <w:rsid w:val="009C3E31"/>
    <w:rsid w:val="009C54AE"/>
    <w:rsid w:val="009C788E"/>
    <w:rsid w:val="009D28E7"/>
    <w:rsid w:val="009E3B41"/>
    <w:rsid w:val="009E78AA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C08F7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B2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5182-C068-45C1-BDC8-71FB8FC2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1436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19</cp:revision>
  <cp:lastPrinted>2019-12-06T09:58:00Z</cp:lastPrinted>
  <dcterms:created xsi:type="dcterms:W3CDTF">2019-11-20T17:00:00Z</dcterms:created>
  <dcterms:modified xsi:type="dcterms:W3CDTF">2022-05-31T10:43:00Z</dcterms:modified>
</cp:coreProperties>
</file>